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11087100</wp:posOffset>
            </wp:positionV>
            <wp:extent cx="457200" cy="431800"/>
            <wp:effectExtent l="0" t="0" r="0" b="6350"/>
            <wp:wrapNone/>
            <wp:docPr id="100146" name="图片 1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6" name="图片 1001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kern w:val="0"/>
          <w:sz w:val="24"/>
        </w:rPr>
        <w:t>2021-2022学年度冀教版八年级上学期数学期末复习模拟测试卷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考试时间：120分钟</w:t>
      </w:r>
    </w:p>
    <w:p>
      <w:pPr>
        <w:spacing w:line="360" w:lineRule="auto"/>
        <w:textAlignment w:val="center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一、选择题（每小题3分，共30分）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1．下列图形中，既是轴对称图形，又是中心对称图形的是（    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</w:t>
      </w: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771525" cy="552450"/>
            <wp:effectExtent l="0" t="0" r="9525" b="0"/>
            <wp:docPr id="2" name="图片 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6" descr="http://www.zxxk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</w:t>
      </w: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762000" cy="581025"/>
            <wp:effectExtent l="0" t="0" r="0" b="9525"/>
            <wp:docPr id="3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7" descr="http://www.zxxk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C．</w:t>
      </w: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666750" cy="561975"/>
            <wp:effectExtent l="0" t="0" r="0" b="9525"/>
            <wp:docPr id="4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</w:t>
      </w: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857250" cy="600075"/>
            <wp:effectExtent l="0" t="0" r="0" b="9525"/>
            <wp:docPr id="5" name="图片 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9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2．分式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25" o:spt="75" alt="http://www.zxxk.com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10" o:title="eqId9cafcccd02e54be196e8ba38355a7b49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为0的条件是（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26" o:spt="75" alt="http://www.zxxk.com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2" o:title="eqId29bc38770ba9458db0b7e467a1781fa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27" o:spt="75" alt="http://www.zxxk.com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4" o:title="eqId3c22cfd4c94b43f6b5a16b48fb40e86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C．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28" o:spt="75" alt="http://www.zxxk.com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16" o:title="eqId49d09c226b2642b5ac353e36a85232b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29" o:spt="75" alt="http://www.zxxk.com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8" o:title="eqIde6f0b8af9cc24958ad65ef74c5fbf44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3．如图，△ABD≌△CDB，且AB，CD是对应边．下面四个结论中不正确的是(   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1514475" cy="704850"/>
            <wp:effectExtent l="0" t="0" r="9525" b="0"/>
            <wp:docPr id="1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A．△ABD和△CDB的面积相等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B．△ABD和△CDB的周长相等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C．∠A+∠ABD=∠C+∠CBD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D．AD∥BC，且AD=BC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4．下列式子中，正确的是（　　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0" o:spt="75" alt="http://www.zxxk.com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21" o:title="eqId3e3b4acd4aef40078fa4691574129cf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1" o:spt="75" alt="http://www.zxxk.com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23" o:title="eqIda9500950317548c59c92b26afdf155e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C．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2" o:spt="75" alt="http://www.zxxk.com" type="#_x0000_t75" style="height:21pt;width:69pt;" o:ole="t" filled="f" o:preferrelative="t" stroked="f" coordsize="21600,21600">
            <v:path/>
            <v:fill on="f" focussize="0,0"/>
            <v:stroke on="f" joinstyle="miter"/>
            <v:imagedata r:id="rId25" o:title="eqId435ee67112464e6db2e7fe77350236d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3" o:spt="75" alt="http://www.zxxk.com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27" o:title="eqId1b305400e0f5489099af9ce47ccdde2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5．下列根式中，与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4" o:spt="75" alt="http://www.zxxk.com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9" o:title="eqIda2a0ce3781fa4c26b624f5966b7dee4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是同类二次根式的是（　　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5" o:spt="75" alt="http://www.zxxk.com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31" o:title="eqId008294ad10f344619829388f3e5679c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6" o:spt="75" alt="http://www.zxxk.com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33" o:title="eqId101d07540b4745c5a4fa149180ef81e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C．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7" o:spt="75" alt="http://www.zxxk.com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35" o:title="eqId6997c2f85e754df3a2799f5002dee86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8" o:spt="75" alt="http://www.zxxk.com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37" o:title="eqIdee23fa491d4e417481676719c4211a0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6．如图，上午8时，一艘船从A处出发以15海里/小时的速度向正北航行，10时到达B处，从A，B两点望灯塔C，测得∠NAC=42°，∠NBC=84°，则B处到灯塔C的距离为(   )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1087120" cy="1143000"/>
            <wp:effectExtent l="0" t="0" r="17780" b="0"/>
            <wp:docPr id="6" name="图片 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0" descr="http://www.zxxk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A．15海里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B．20海里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C．30海里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D．求不出来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7．如图，有一张三角形纸片ABC，已知∠B＝∠C＝x°，按下列方案用剪刀沿着箭头方向剪开，可能得不到全等三角形纸片的是(   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</w:t>
      </w: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866775" cy="1228725"/>
            <wp:effectExtent l="0" t="0" r="9525" b="9525"/>
            <wp:docPr id="8" name="图片 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7" descr="http://www.zxxk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</w:t>
      </w: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885825" cy="1229360"/>
            <wp:effectExtent l="0" t="0" r="9525" b="8890"/>
            <wp:docPr id="9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8" descr="http://www.zxxk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22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C．</w:t>
      </w: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895350" cy="1199515"/>
            <wp:effectExtent l="0" t="0" r="0" b="635"/>
            <wp:docPr id="10" name="图片 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9" descr="http://www.zxxk.com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</w:t>
      </w: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847725" cy="1170940"/>
            <wp:effectExtent l="0" t="0" r="9525" b="10160"/>
            <wp:docPr id="11" name="图片 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0" descr="http://www.zxxk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8．已知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39" o:spt="75" alt="http://www.zxxk.com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44" o:title="eqIda4be99d332154d13a4a6ed1ff6444fe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、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40" o:spt="75" alt="http://www.zxxk.com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6" o:title="eqIdf458db68122849abb588feb2e682d9a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为实数，且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41" o:spt="75" alt="http://www.zxxk.com" type="#_x0000_t75" style="height:15.75pt;width:113.25pt;" o:ole="t" filled="f" o:preferrelative="t" stroked="f" coordsize="21600,21600">
            <v:path/>
            <v:fill on="f" focussize="0,0"/>
            <v:stroke on="f" joinstyle="miter"/>
            <v:imagedata r:id="rId48" o:title="eqId21ff3fb656514f80a4dfaa3af6937cd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，则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42" o:spt="75" alt="http://www.zxxk.com" type="#_x0000_t75" style="height:9.75pt;width:24.75pt;" o:ole="t" filled="f" o:preferrelative="t" stroked="f" coordsize="21600,21600">
            <v:path/>
            <v:fill on="f" focussize="0,0"/>
            <v:stroke on="f" joinstyle="miter"/>
            <v:imagedata r:id="rId50" o:title="eqId8690d501edc44291965831dcd70e886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的值为（    ）</w:t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A．3或－3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B．3或1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C．－3或－1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D．－3或1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9．解分式方程：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43" o:spt="75" alt="http://www.zxxk.com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52" o:title="eqIdec5a5f4a80854d90806e7843978396d4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的步骤为：①方程两边同时乘最简公分母（x﹣3）；②得整式方程：x﹣1＝2（x﹣3）+2；③解得x＝3；④故原方程的解为3．其中有误的一步为（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A．①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B．②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C．③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D．④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10．如图，在锐角三角形ABC中，AB=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44" o:spt="75" alt="http://www.zxxk.com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54" o:title="eqId295fc8b6b6304713ba8fa91145a7091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，∠BAC=45°，∠BAC的平分线交BC于点D，M、N分别是AD和AB上的动点，则BM+MN的最小值是（　　）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1057275" cy="1085850"/>
            <wp:effectExtent l="0" t="0" r="9525" b="0"/>
            <wp:docPr id="7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2" descr="http://www.zxxk.com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A．4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B．5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C．6</w:t>
      </w:r>
      <w:r>
        <w:rPr>
          <w:rFonts w:hint="eastAsia"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</w:rPr>
        <w:t>D．10</w:t>
      </w:r>
    </w:p>
    <w:p>
      <w:pPr>
        <w:snapToGrid w:val="0"/>
        <w:spacing w:line="360" w:lineRule="auto"/>
        <w:textAlignment w:val="center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二、填空题（每小题3分，共18分）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11．已知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45" o:spt="75" alt="http://www.zxxk.com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57" o:title="eqId2da22c0642534e819b5d9e00ab43b8d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，则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46" o:spt="75" alt="http://www.zxxk.com" type="#_x0000_t75" style="height:33pt;width:80.25pt;" o:ole="t" filled="f" o:preferrelative="t" stroked="f" coordsize="21600,21600">
            <v:path/>
            <v:fill on="f" focussize="0,0"/>
            <v:stroke on="f" joinstyle="miter"/>
            <v:imagedata r:id="rId59" o:title="eqId7d66e73e9fc242d1972d796e23be865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______.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12．如果已知数轴上的两点</w:t>
      </w:r>
      <w:r>
        <w:rPr>
          <w:rFonts w:hint="eastAsia" w:ascii="宋体" w:hAnsi="宋体" w:eastAsia="宋体" w:cs="宋体"/>
          <w:sz w:val="24"/>
        </w:rPr>
        <w:object>
          <v:shape id="_x0000_i1047" o:spt="75" alt="http://www.zxxk.com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61" o:title="eqIdcc614bd3390c4d028df189b234dcc351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</w:rPr>
        <w:object>
          <v:shape id="_x0000_i1048" o:spt="75" alt="http://www.zxxk.com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3" o:title="eqId8754ce8cf7f34f04abb9a0c041f57f5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所对应的数分别是</w:t>
      </w:r>
      <w:r>
        <w:rPr>
          <w:rFonts w:hint="eastAsia" w:ascii="宋体" w:hAnsi="宋体" w:eastAsia="宋体" w:cs="宋体"/>
          <w:sz w:val="24"/>
        </w:rPr>
        <w:object>
          <v:shape id="_x0000_i1049" o:spt="75" alt="http://www.zxxk.com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5" o:title="eqId5e30b3f3682042e3bf61665ea4945f0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， </w:t>
      </w:r>
      <w:r>
        <w:rPr>
          <w:rFonts w:hint="eastAsia" w:ascii="宋体" w:hAnsi="宋体" w:eastAsia="宋体" w:cs="宋体"/>
          <w:sz w:val="24"/>
        </w:rPr>
        <w:object>
          <v:shape id="_x0000_i1050" o:spt="75" alt="http://www.zxxk.com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67" o:title="eqId5b4cfb772f8446019975dd87013e1a4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，那么</w:t>
      </w:r>
      <w:r>
        <w:rPr>
          <w:rFonts w:hint="eastAsia" w:ascii="宋体" w:hAnsi="宋体" w:eastAsia="宋体" w:cs="宋体"/>
          <w:sz w:val="24"/>
        </w:rPr>
        <w:object>
          <v:shape id="_x0000_i1051" o:spt="75" alt="http://www.zxxk.com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61" o:title="eqIdcc614bd3390c4d028df189b234dcc35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与</w:t>
      </w:r>
      <w:r>
        <w:rPr>
          <w:rFonts w:hint="eastAsia" w:ascii="宋体" w:hAnsi="宋体" w:eastAsia="宋体" w:cs="宋体"/>
          <w:sz w:val="24"/>
        </w:rPr>
        <w:object>
          <v:shape id="_x0000_i1052" o:spt="75" alt="http://www.zxxk.com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3" o:title="eqId8754ce8cf7f34f04abb9a0c041f57f5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两点之间的距离是______________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13．已知</w:t>
      </w:r>
      <w:r>
        <w:rPr>
          <w:rFonts w:hint="eastAsia" w:ascii="宋体" w:hAnsi="宋体" w:eastAsia="宋体" w:cs="宋体"/>
          <w:sz w:val="24"/>
        </w:rPr>
        <w:object>
          <v:shape id="_x0000_i1053" o:spt="75" alt="http://www.zxxk.com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1" o:title="eqId7d9a9f629a9249f9b27148eed1fce4a5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的三边长分别为</w:t>
      </w:r>
      <w:r>
        <w:rPr>
          <w:rFonts w:hint="eastAsia" w:ascii="宋体" w:hAnsi="宋体" w:eastAsia="宋体" w:cs="宋体"/>
          <w:sz w:val="24"/>
        </w:rPr>
        <w:object>
          <v:shape id="_x0000_i1054" o:spt="75" alt="http://www.zxxk.com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3" o:title="eqId70a27b6ddf6b478285353abb3b1f374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</w:rPr>
        <w:object>
          <v:shape id="_x0000_i1055" o:spt="75" alt="http://www.zxxk.com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75" o:title="eqIdaea992e70d4943e49e893817eb885ed7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</w:rPr>
        <w:object>
          <v:shape id="_x0000_i1056" o:spt="75" alt="http://www.zxxk.com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77" o:title="eqIdad7cefefaba947e1a168bca491c4fca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，且</w:t>
      </w:r>
      <w:r>
        <w:rPr>
          <w:rFonts w:hint="eastAsia" w:ascii="宋体" w:hAnsi="宋体" w:eastAsia="宋体" w:cs="宋体"/>
          <w:sz w:val="24"/>
        </w:rPr>
        <w:object>
          <v:shape id="_x0000_i1057" o:spt="75" alt="http://www.zxxk.com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3" o:title="eqId70a27b6ddf6b478285353abb3b1f374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</w:rPr>
        <w:object>
          <v:shape id="_x0000_i1058" o:spt="75" alt="http://www.zxxk.com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75" o:title="eqIdaea992e70d4943e49e893817eb885ed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</w:rPr>
        <w:object>
          <v:shape id="_x0000_i1059" o:spt="75" alt="http://www.zxxk.com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77" o:title="eqIdad7cefefaba947e1a168bca491c4fca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满足</w:t>
      </w:r>
      <w:r>
        <w:rPr>
          <w:rFonts w:hint="eastAsia" w:ascii="宋体" w:hAnsi="宋体" w:eastAsia="宋体" w:cs="宋体"/>
          <w:sz w:val="24"/>
        </w:rPr>
        <w:object>
          <v:shape id="_x0000_i1060" o:spt="75" alt="http://www.zxxk.com" type="#_x0000_t75" style="height:21pt;width:150pt;" o:ole="t" filled="f" o:preferrelative="t" stroked="f" coordsize="21600,21600">
            <v:path/>
            <v:fill on="f" focussize="0,0"/>
            <v:stroke on="f" joinstyle="miter"/>
            <v:imagedata r:id="rId82" o:title="eqId59d901f4583d4a74aae25c027fc2d9fd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，则</w:t>
      </w:r>
      <w:r>
        <w:rPr>
          <w:rFonts w:hint="eastAsia" w:ascii="宋体" w:hAnsi="宋体" w:eastAsia="宋体" w:cs="宋体"/>
          <w:sz w:val="24"/>
        </w:rPr>
        <w:object>
          <v:shape id="_x0000_i1061" o:spt="75" alt="http://www.zxxk.com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1" o:title="eqId7d9a9f629a9249f9b27148eed1fce4a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的形状是________三角形．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14．如图，</w:t>
      </w:r>
      <w:r>
        <w:rPr>
          <w:rFonts w:hint="eastAsia" w:ascii="宋体" w:hAnsi="宋体" w:eastAsia="宋体" w:cs="宋体"/>
          <w:sz w:val="24"/>
        </w:rPr>
        <w:object>
          <v:shape id="_x0000_i1062" o:spt="75" alt="http://www.zxxk.com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5" o:title="eqIdb1803dcd0646465285ffbf361c487652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中，BC边的垂直平分线交AC于点D，若</w:t>
      </w:r>
      <w:r>
        <w:rPr>
          <w:rFonts w:hint="eastAsia" w:ascii="宋体" w:hAnsi="宋体" w:eastAsia="宋体" w:cs="宋体"/>
          <w:sz w:val="24"/>
        </w:rPr>
        <w:object>
          <v:shape id="_x0000_i1063" o:spt="75" alt="http://www.zxxk.com" type="#_x0000_t75" style="height:18pt;width:116.25pt;" o:ole="t" filled="f" o:preferrelative="t" stroked="f" coordsize="21600,21600">
            <v:path/>
            <v:fill on="f" focussize="0,0"/>
            <v:stroke on="f" joinstyle="miter"/>
            <v:imagedata r:id="rId87" o:title="eqIdaefaf7b4ae064beb8befbe32b73548a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，则</w:t>
      </w:r>
      <w:r>
        <w:rPr>
          <w:rFonts w:hint="eastAsia" w:ascii="宋体" w:hAnsi="宋体" w:eastAsia="宋体" w:cs="宋体"/>
          <w:sz w:val="24"/>
        </w:rPr>
        <w:object>
          <v:shape id="_x0000_i1064" o:spt="75" alt="http://www.zxxk.com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89" o:title="eqIdee1cbe7a8e3043db83620753699f6af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的度数为_________________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799590" cy="923925"/>
            <wp:effectExtent l="0" t="0" r="10160" b="9525"/>
            <wp:docPr id="13" name="图片 6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8" descr="http://www.zxxk.com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15．若规定用符号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65" o:spt="75" alt="http://www.zxxk.com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92" o:title="eqId7b5559fa52604169ac0cb99796b6114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表示一个实数的整数部分，例如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66" o:spt="75" alt="http://www.zxxk.com" type="#_x0000_t75" style="height:20.25pt;width:51.75pt;" o:ole="t" filled="f" o:preferrelative="t" stroked="f" coordsize="21600,21600">
            <v:path/>
            <v:fill on="f" focussize="0,0"/>
            <v:stroke on="f" joinstyle="miter"/>
            <v:imagedata r:id="rId94" o:title="eqId8190501f981f40fda9b04200be098c7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67" o:spt="75" alt="http://www.zxxk.com" type="#_x0000_t75" style="height:24pt;width:47.25pt;" o:ole="t" filled="f" o:preferrelative="t" stroked="f" coordsize="21600,21600">
            <v:path/>
            <v:fill on="f" focussize="0,0"/>
            <v:stroke on="f" joinstyle="miter"/>
            <v:imagedata r:id="rId96" o:title="eqIdf162a9c207084223ba192301e7bf352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按此规定．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68" o:spt="75" alt="http://www.zxxk.com" type="#_x0000_t75" style="height:24pt;width:57.75pt;" o:ole="t" filled="f" o:preferrelative="t" stroked="f" coordsize="21600,21600">
            <v:path/>
            <v:fill on="f" focussize="0,0"/>
            <v:stroke on="f" joinstyle="miter"/>
            <v:imagedata r:id="rId98" o:title="eqId50aef355697d4b17b8743ff2b7b7348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_______________________．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16．如图，已知四边形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69" o:spt="75" alt="http://www.zxxk.com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0" o:title="eqId5ce7a06ae7a34393b92b5277978ac01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中，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0" o:spt="75" alt="http://www.zxxk.com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02" o:title="eqId4ea2aa13c6df4696bf32d9926239901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厘米，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1" o:spt="75" alt="http://www.zxxk.com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104" o:title="eqId59f39895b9d74483851c8e81469ef70f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厘米，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2" o:spt="75" alt="http://www.zxxk.com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06" o:title="eqIdfc9be3da0d604a78ace76b536974749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厘米，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3" o:spt="75" alt="http://www.zxxk.com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08" o:title="eqId0706556985a149e5ab65864ba17f18b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，点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4" o:spt="75" alt="http://www.zxxk.com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10" o:title="eqId93cbffaa5ae045d6ac45d1e979991c3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为线段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5" o:spt="75" alt="http://www.zxxk.com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12" o:title="eqId99a3187c2b8f4bcc9703c74c3b72f1f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的中点.如果点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6" o:spt="75" alt="http://www.zxxk.com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4" o:title="eqIdbedf755e0fdb4d078d6859360706b16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在线段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7" o:spt="75" alt="http://www.zxxk.com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6" o:title="eqId0627be51821d4be7b3e024a354815d6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上以3厘米/秒的速度由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8" o:spt="75" alt="http://www.zxxk.com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8" o:title="eqId8754ce8cf7f34f04abb9a0c041f57f5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点向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79" o:spt="75" alt="http://www.zxxk.com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0" o:title="eqId19a4eb16029e4550a14f2afe4741a3c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点运动，同时，点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80" o:spt="75" alt="http://www.zxxk.com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22" o:title="eqId75a143b898e14ccdb032561fba9da81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在线段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81" o:spt="75" alt="http://www.zxxk.com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4" o:title="eqId34c6b6e427744abfb88dc90b8c7c211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上由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82" o:spt="75" alt="http://www.zxxk.com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0" o:title="eqId19a4eb16029e4550a14f2afe4741a3c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点向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83" o:spt="75" alt="http://www.zxxk.com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27" o:title="eqId0cd8063abf2b458f80091bc51b75a90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点运动．当点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84" o:spt="75" alt="http://www.zxxk.com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22" o:title="eqId75a143b898e14ccdb032561fba9da81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的运动速度为_________厘米/秒时，能够使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85" o:spt="75" alt="http://www.zxxk.com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30" o:title="eqIdfe43b667bf8f4343a1f14fcbf43f194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与以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86" o:spt="75" alt="http://www.zxxk.com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0" o:title="eqId19a4eb16029e4550a14f2afe4741a3c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、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87" o:spt="75" alt="http://www.zxxk.com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4" o:title="eqIdbedf755e0fdb4d078d6859360706b16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、</w:t>
      </w:r>
      <w:r>
        <w:rPr>
          <w:rFonts w:hint="eastAsia" w:ascii="宋体" w:hAnsi="宋体" w:eastAsia="宋体" w:cs="宋体"/>
          <w:kern w:val="0"/>
          <w:sz w:val="24"/>
        </w:rPr>
        <w:object>
          <v:shape id="_x0000_i1088" o:spt="75" alt="http://www.zxxk.com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22" o:title="eqId75a143b898e14ccdb032561fba9da81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4"/>
        </w:rPr>
        <w:t>三点所构成的三角形全等．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drawing>
          <wp:inline distT="0" distB="0" distL="114300" distR="114300">
            <wp:extent cx="1343025" cy="1266190"/>
            <wp:effectExtent l="0" t="0" r="9525" b="10160"/>
            <wp:docPr id="12" name="图片 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4" descr="http://www.zxxk.com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6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三、解答题（共72分）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17．（6分）计算：</w:t>
      </w:r>
      <w:r>
        <w:rPr>
          <w:rFonts w:hint="eastAsia" w:ascii="宋体" w:hAnsi="宋体" w:eastAsia="宋体" w:cs="宋体"/>
          <w:sz w:val="24"/>
        </w:rPr>
        <w:object>
          <v:shape id="_x0000_i1089" o:spt="75" alt="http://www.zxxk.com" type="#_x0000_t75" style="height:35.25pt;width:165pt;" o:ole="t" filled="f" o:preferrelative="t" stroked="f" coordsize="21600,21600">
            <v:path/>
            <v:fill on="f" focussize="0,0"/>
            <v:stroke on="f" joinstyle="miter"/>
            <v:imagedata r:id="rId136" o:title="eqIdeac8d85882394d23baa22eda63dfc8e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18．（7分）先化简，后求值．已知：</w:t>
      </w:r>
      <w:r>
        <w:rPr>
          <w:rFonts w:hint="eastAsia" w:ascii="宋体" w:hAnsi="宋体" w:eastAsia="宋体" w:cs="宋体"/>
          <w:sz w:val="24"/>
        </w:rPr>
        <w:object>
          <v:shape id="_x0000_i1090" o:spt="75" alt="http://www.zxxk.com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38" o:title="eqId4a32dc9fc2ad4c06a78591f83379e0b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</w:rPr>
        <w:object>
          <v:shape id="_x0000_i1091" o:spt="75" alt="http://www.zxxk.com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40" o:title="eqIdf6208b26d35242cf82a7b01e74668a8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，求</w:t>
      </w:r>
      <w:r>
        <w:rPr>
          <w:rFonts w:hint="eastAsia" w:ascii="宋体" w:hAnsi="宋体" w:eastAsia="宋体" w:cs="宋体"/>
          <w:sz w:val="24"/>
        </w:rPr>
        <w:object>
          <v:shape id="_x0000_i1092" o:spt="75" alt="http://www.zxxk.com" type="#_x0000_t75" style="height:38.25pt;width:151.5pt;" o:ole="t" filled="f" o:preferrelative="t" stroked="f" coordsize="21600,21600">
            <v:path/>
            <v:fill on="f" focussize="0,0"/>
            <v:stroke on="f" joinstyle="miter"/>
            <v:imagedata r:id="rId142" o:title="eqIdbd05a9013eb64221ac885a14f538ce7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19．（7分）如图，在△ABC中，AB＝AC，DE是过点A的直线，BD⊥DE于D，CE⊥DE于点E；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（1）若B、C在DE的同侧（如图所示）且AD＝CE．求证：AB⊥AC；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1685290" cy="951865"/>
            <wp:effectExtent l="0" t="0" r="10160" b="635"/>
            <wp:docPr id="14" name="图片 7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8" descr="http://www.zxxk.com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20．（8分）（1）若解关于 </w:t>
      </w:r>
      <w:r>
        <w:rPr>
          <w:rFonts w:hint="eastAsia" w:ascii="宋体" w:hAnsi="宋体" w:eastAsia="宋体" w:cs="宋体"/>
          <w:i/>
          <w:sz w:val="24"/>
        </w:rPr>
        <w:t>x</w:t>
      </w:r>
      <w:r>
        <w:rPr>
          <w:rFonts w:hint="eastAsia" w:ascii="宋体" w:hAnsi="宋体" w:eastAsia="宋体" w:cs="宋体"/>
          <w:sz w:val="24"/>
        </w:rPr>
        <w:t>的分式方程</w:t>
      </w:r>
      <w:r>
        <w:rPr>
          <w:rFonts w:hint="eastAsia" w:ascii="宋体" w:hAnsi="宋体" w:eastAsia="宋体" w:cs="宋体"/>
          <w:sz w:val="24"/>
        </w:rPr>
        <w:object>
          <v:shape id="_x0000_i1093" o:spt="75" alt="http://www.zxxk.com" type="#_x0000_t75" style="height:30.75pt;width:105pt;" o:ole="t" filled="f" o:preferrelative="t" stroked="f" coordsize="21600,21600">
            <v:path/>
            <v:fill on="f" focussize="0,0"/>
            <v:stroke on="f" joinstyle="miter"/>
            <v:imagedata r:id="rId145" o:title="eqIde0cb12b157bd40acbd409cd1f726a4a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会产生增根，求 </w:t>
      </w:r>
      <w:r>
        <w:rPr>
          <w:rFonts w:hint="eastAsia" w:ascii="宋体" w:hAnsi="宋体" w:eastAsia="宋体" w:cs="宋体"/>
          <w:i/>
          <w:sz w:val="24"/>
        </w:rPr>
        <w:t>m</w:t>
      </w:r>
      <w:r>
        <w:rPr>
          <w:rFonts w:hint="eastAsia" w:ascii="宋体" w:hAnsi="宋体" w:eastAsia="宋体" w:cs="宋体"/>
          <w:sz w:val="24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（2）若方程</w:t>
      </w:r>
      <w:r>
        <w:rPr>
          <w:rFonts w:hint="eastAsia" w:ascii="宋体" w:hAnsi="宋体" w:eastAsia="宋体" w:cs="宋体"/>
          <w:sz w:val="24"/>
        </w:rPr>
        <w:object>
          <v:shape id="_x0000_i1094" o:spt="75" alt="http://www.zxxk.com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147" o:title="eqIde979674800224e4a8554bd75f005799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的解是正数，求 </w:t>
      </w:r>
      <w:r>
        <w:rPr>
          <w:rFonts w:hint="eastAsia" w:ascii="宋体" w:hAnsi="宋体" w:eastAsia="宋体" w:cs="宋体"/>
          <w:i/>
          <w:sz w:val="24"/>
        </w:rPr>
        <w:t>a</w:t>
      </w:r>
      <w:r>
        <w:rPr>
          <w:rFonts w:hint="eastAsia" w:ascii="宋体" w:hAnsi="宋体" w:eastAsia="宋体" w:cs="宋体"/>
          <w:sz w:val="24"/>
        </w:rPr>
        <w:t>的取值范围．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21．（8分）某儿童品牌专卖店购进了A、B两种童装，其中A种童装的进价比B童装的进价每个多10元，经调查：用1000元购进A种童装的数量与用800元购进B童装的数量相同．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（1）求A、B两种童装的进价分别是每个多少元？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（2）该专卖店共购进了A、B两种童装共100套，若该店将每个A种童装定价为70元出售，每个B种童装定价为55元出售，且全部售出后所获得利润不少于1750元，则专卖店至少购进A种童装多少套？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22．（8分）如图，某小区的两个喷泉</w:t>
      </w:r>
      <w:r>
        <w:rPr>
          <w:rFonts w:hint="eastAsia" w:ascii="宋体" w:hAnsi="宋体" w:eastAsia="宋体" w:cs="宋体"/>
          <w:sz w:val="24"/>
        </w:rPr>
        <w:object>
          <v:shape id="_x0000_i1095" o:spt="75" alt="http://www.zxxk.com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49" o:title="eqIdeb53cb7cb0274f7d8f111c60f824c24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，喷泉</w:t>
      </w:r>
      <w:r>
        <w:rPr>
          <w:rFonts w:hint="eastAsia" w:ascii="宋体" w:hAnsi="宋体" w:eastAsia="宋体" w:cs="宋体"/>
          <w:sz w:val="24"/>
        </w:rPr>
        <w:object>
          <v:shape id="_x0000_i1096" o:spt="75" alt="http://www.zxxk.com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51" o:title="eqIdcc614bd3390c4d028df189b234dcc35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位于小路</w:t>
      </w:r>
      <w:r>
        <w:rPr>
          <w:rFonts w:hint="eastAsia" w:ascii="宋体" w:hAnsi="宋体" w:eastAsia="宋体" w:cs="宋体"/>
          <w:sz w:val="24"/>
        </w:rPr>
        <w:object>
          <v:shape id="_x0000_i1097" o:spt="75" alt="http://www.zxxk.com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3" o:title="eqIdcf2da96900c948a1b3ce7cbfd420c08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上，两个喷泉的距离</w:t>
      </w:r>
      <w:r>
        <w:rPr>
          <w:rFonts w:hint="eastAsia" w:ascii="宋体" w:hAnsi="宋体" w:eastAsia="宋体" w:cs="宋体"/>
          <w:sz w:val="24"/>
        </w:rPr>
        <w:object>
          <v:shape id="_x0000_i1098" o:spt="75" alt="http://www.zxxk.com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5" o:title="eqId99a3187c2b8f4bcc9703c74c3b72f1f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的长为</w:t>
      </w:r>
      <w:r>
        <w:rPr>
          <w:rFonts w:hint="eastAsia" w:ascii="宋体" w:hAnsi="宋体" w:eastAsia="宋体" w:cs="宋体"/>
          <w:sz w:val="24"/>
        </w:rPr>
        <w:object>
          <v:shape id="_x0000_i1099" o:spt="75" alt="http://www.zxxk.com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57" o:title="eqId6fe5c2b6aa33435589e5fa442139906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现要为喷泉铺设供水管道</w:t>
      </w:r>
      <w:r>
        <w:rPr>
          <w:rFonts w:hint="eastAsia" w:ascii="宋体" w:hAnsi="宋体" w:eastAsia="宋体" w:cs="宋体"/>
          <w:sz w:val="24"/>
        </w:rPr>
        <w:object>
          <v:shape id="_x0000_i1100" o:spt="75" alt="http://www.zxxk.com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59" o:title="eqIded30194b5258489cacea9b0b9e7a08a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，供水点</w:t>
      </w:r>
      <w:r>
        <w:rPr>
          <w:rFonts w:hint="eastAsia" w:ascii="宋体" w:hAnsi="宋体" w:eastAsia="宋体" w:cs="宋体"/>
          <w:sz w:val="24"/>
        </w:rPr>
        <w:object>
          <v:shape id="_x0000_i1101" o:spt="75" alt="http://www.zxxk.com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61" o:title="eqId2381423d4cd146cab95f55527681a76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在小路</w:t>
      </w:r>
      <w:r>
        <w:rPr>
          <w:rFonts w:hint="eastAsia" w:ascii="宋体" w:hAnsi="宋体" w:eastAsia="宋体" w:cs="宋体"/>
          <w:sz w:val="24"/>
        </w:rPr>
        <w:object>
          <v:shape id="_x0000_i1102" o:spt="75" alt="http://www.zxxk.com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3" o:title="eqIdcf2da96900c948a1b3ce7cbfd420c08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上，供水点</w:t>
      </w:r>
      <w:r>
        <w:rPr>
          <w:rFonts w:hint="eastAsia" w:ascii="宋体" w:hAnsi="宋体" w:eastAsia="宋体" w:cs="宋体"/>
          <w:sz w:val="24"/>
        </w:rPr>
        <w:object>
          <v:shape id="_x0000_i1103" o:spt="75" alt="http://www.zxxk.com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61" o:title="eqId2381423d4cd146cab95f55527681a76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到</w:t>
      </w:r>
      <w:r>
        <w:rPr>
          <w:rFonts w:hint="eastAsia" w:ascii="宋体" w:hAnsi="宋体" w:eastAsia="宋体" w:cs="宋体"/>
          <w:sz w:val="24"/>
        </w:rPr>
        <w:object>
          <v:shape id="_x0000_i1104" o:spt="75" alt="http://www.zxxk.com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55" o:title="eqId99a3187c2b8f4bcc9703c74c3b72f1f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的距离</w:t>
      </w:r>
      <w:r>
        <w:rPr>
          <w:rFonts w:hint="eastAsia" w:ascii="宋体" w:hAnsi="宋体" w:eastAsia="宋体" w:cs="宋体"/>
          <w:sz w:val="24"/>
        </w:rPr>
        <w:object>
          <v:shape id="_x0000_i1105" o:spt="75" alt="http://www.zxxk.com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66" o:title="eqId996e2048847f41d5a5fe0e228290925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的长为</w:t>
      </w:r>
      <w:r>
        <w:rPr>
          <w:rFonts w:hint="eastAsia" w:ascii="宋体" w:hAnsi="宋体" w:eastAsia="宋体" w:cs="宋体"/>
          <w:sz w:val="24"/>
        </w:rPr>
        <w:object>
          <v:shape id="_x0000_i1106" o:spt="75" alt="http://www.zxxk.com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68" o:title="eqId498b989c8210425981f4fc8e8927cb8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的长为</w:t>
      </w:r>
      <w:r>
        <w:rPr>
          <w:rFonts w:hint="eastAsia" w:ascii="宋体" w:hAnsi="宋体" w:eastAsia="宋体" w:cs="宋体"/>
          <w:sz w:val="24"/>
        </w:rPr>
        <w:object>
          <v:shape id="_x0000_i1107" o:spt="75" alt="http://www.zxxk.com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70" o:title="eqId2f569065337d46ffbebd5b4aab0b61c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．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2258060" cy="1437640"/>
            <wp:effectExtent l="0" t="0" r="8890" b="10160"/>
            <wp:docPr id="16" name="图片 1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0" descr="http://www.zxxk.com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258060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（1）求供水点</w:t>
      </w:r>
      <w:r>
        <w:rPr>
          <w:rFonts w:hint="eastAsia" w:ascii="宋体" w:hAnsi="宋体" w:eastAsia="宋体" w:cs="宋体"/>
          <w:sz w:val="24"/>
        </w:rPr>
        <w:object>
          <v:shape id="_x0000_i1108" o:spt="75" alt="http://www.zxxk.com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61" o:title="eqId2381423d4cd146cab95f55527681a76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到喷泉</w:t>
      </w:r>
      <w:r>
        <w:rPr>
          <w:rFonts w:hint="eastAsia" w:ascii="宋体" w:hAnsi="宋体" w:eastAsia="宋体" w:cs="宋体"/>
          <w:sz w:val="24"/>
        </w:rPr>
        <w:object>
          <v:shape id="_x0000_i1109" o:spt="75" alt="http://www.zxxk.com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49" o:title="eqIdeb53cb7cb0274f7d8f111c60f824c24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需要铺设的管道总长；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（2）求喷泉</w:t>
      </w:r>
      <w:r>
        <w:rPr>
          <w:rFonts w:hint="eastAsia" w:ascii="宋体" w:hAnsi="宋体" w:eastAsia="宋体" w:cs="宋体"/>
          <w:sz w:val="24"/>
        </w:rPr>
        <w:object>
          <v:shape id="_x0000_i1110" o:spt="75" alt="http://www.zxxk.com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5" o:title="eqId8754ce8cf7f34f04abb9a0c041f57f5c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到小路</w:t>
      </w:r>
      <w:r>
        <w:rPr>
          <w:rFonts w:hint="eastAsia" w:ascii="宋体" w:hAnsi="宋体" w:eastAsia="宋体" w:cs="宋体"/>
          <w:sz w:val="24"/>
        </w:rPr>
        <w:object>
          <v:shape id="_x0000_i1111" o:spt="75" alt="http://www.zxxk.com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53" o:title="eqIdcf2da96900c948a1b3ce7cbfd420c08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的最短距离．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23．（8分）阅读下面的文字，解答问题:大家知道</w:t>
      </w:r>
      <w:r>
        <w:rPr>
          <w:rFonts w:hint="eastAsia" w:ascii="宋体" w:hAnsi="宋体" w:eastAsia="宋体" w:cs="宋体"/>
          <w:sz w:val="24"/>
        </w:rPr>
        <w:object>
          <v:shape id="_x0000_i1112" o:spt="75" alt="http://www.zxxk.com" type="#_x0000_t75" style="height:16.5pt;width:19.5pt;" o:ole="t" filled="f" o:preferrelative="t" stroked="f" coordsize="21600,21600">
            <v:path/>
            <v:fill on="f" focussize="0,0"/>
            <v:stroke on="f" joinstyle="miter"/>
            <v:imagedata r:id="rId178" o:title="eqId65021072e3ee4edc934739d219c8c5e2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是无理数，而无理数是无限不循环小数，因此</w:t>
      </w:r>
      <w:r>
        <w:rPr>
          <w:rFonts w:hint="eastAsia" w:ascii="宋体" w:hAnsi="宋体" w:eastAsia="宋体" w:cs="宋体"/>
          <w:sz w:val="24"/>
        </w:rPr>
        <w:object>
          <v:shape id="_x0000_i1113" o:spt="75" alt="http://www.zxxk.com" type="#_x0000_t75" style="height:16.5pt;width:19.5pt;" o:ole="t" filled="f" o:preferrelative="t" stroked="f" coordsize="21600,21600">
            <v:path/>
            <v:fill on="f" focussize="0,0"/>
            <v:stroke on="f" joinstyle="miter"/>
            <v:imagedata r:id="rId178" o:title="eqId65021072e3ee4edc934739d219c8c5e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的小数部分我们不可能全部写出来，而</w:t>
      </w:r>
      <w:r>
        <w:rPr>
          <w:rFonts w:hint="eastAsia" w:ascii="宋体" w:hAnsi="宋体" w:eastAsia="宋体" w:cs="宋体"/>
          <w:sz w:val="24"/>
        </w:rPr>
        <w:object>
          <v:shape id="_x0000_i1114" o:spt="75" alt="http://www.zxxk.com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81" o:title="eqIdc52cc1ea6e944388b69dca536ef7f6c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＜2，于是可用</w:t>
      </w:r>
      <w:r>
        <w:rPr>
          <w:rFonts w:hint="eastAsia" w:ascii="宋体" w:hAnsi="宋体" w:eastAsia="宋体" w:cs="宋体"/>
          <w:sz w:val="24"/>
        </w:rPr>
        <w:object>
          <v:shape id="_x0000_i1115" o:spt="75" alt="http://www.zxxk.com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83" o:title="eqIddd92246ec27c4dd4b35eb1aa5c01707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来表示</w:t>
      </w:r>
      <w:r>
        <w:rPr>
          <w:rFonts w:hint="eastAsia" w:ascii="宋体" w:hAnsi="宋体" w:eastAsia="宋体" w:cs="宋体"/>
          <w:sz w:val="24"/>
        </w:rPr>
        <w:object>
          <v:shape id="_x0000_i1116" o:spt="75" alt="http://www.zxxk.com" type="#_x0000_t75" style="height:16.5pt;width:19.5pt;" o:ole="t" filled="f" o:preferrelative="t" stroked="f" coordsize="21600,21600">
            <v:path/>
            <v:fill on="f" focussize="0,0"/>
            <v:stroke on="f" joinstyle="miter"/>
            <v:imagedata r:id="rId178" o:title="eqId65021072e3ee4edc934739d219c8c5e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的小数部分．请解答下列问题： 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(1)</w:t>
      </w:r>
      <w:r>
        <w:rPr>
          <w:rFonts w:hint="eastAsia" w:ascii="宋体" w:hAnsi="宋体" w:eastAsia="宋体" w:cs="宋体"/>
          <w:sz w:val="24"/>
        </w:rPr>
        <w:object>
          <v:shape id="_x0000_i1117" o:spt="75" alt="http://www.zxxk.com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186" o:title="eqIdfbabcb0df6ec4e788a9fc42ce9e49410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的整数部分是_______，小数部分是_________；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(2)如果</w:t>
      </w:r>
      <w:r>
        <w:rPr>
          <w:rFonts w:hint="eastAsia" w:ascii="宋体" w:hAnsi="宋体" w:eastAsia="宋体" w:cs="宋体"/>
          <w:sz w:val="24"/>
        </w:rPr>
        <w:object>
          <v:shape id="_x0000_i1118" o:spt="75" alt="http://www.zxxk.com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88" o:title="eqId5e30b3f3682042e3bf61665ea4945f0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的小数部分为</w:t>
      </w:r>
      <w:r>
        <w:rPr>
          <w:rFonts w:hint="eastAsia" w:ascii="宋体" w:hAnsi="宋体" w:eastAsia="宋体" w:cs="宋体"/>
          <w:sz w:val="24"/>
        </w:rPr>
        <w:object>
          <v:shape id="_x0000_i1119" o:spt="75" alt="http://www.zxxk.com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190" o:title="eqId7a93cbaa2b7f485bae7128a03c8e16f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的整数部分为</w:t>
      </w:r>
      <w:r>
        <w:rPr>
          <w:rFonts w:hint="eastAsia" w:ascii="宋体" w:hAnsi="宋体" w:eastAsia="宋体" w:cs="宋体"/>
          <w:sz w:val="24"/>
        </w:rPr>
        <w:object>
          <v:shape id="_x0000_i1120" o:spt="75" alt="http://www.zxxk.com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92" o:title="eqId5a431435c7bd45b4ac5487c3b482631b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求</w:t>
      </w:r>
      <w:r>
        <w:rPr>
          <w:rFonts w:hint="eastAsia" w:ascii="宋体" w:hAnsi="宋体" w:eastAsia="宋体" w:cs="宋体"/>
          <w:sz w:val="24"/>
        </w:rPr>
        <w:object>
          <v:shape id="_x0000_i1121" o:spt="75" alt="http://www.zxxk.com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94" o:title="eqId2a94092f084148af891e3f707562b91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的值．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24．（10分）在</w:t>
      </w:r>
      <w:r>
        <w:rPr>
          <w:rFonts w:hint="eastAsia" w:ascii="宋体" w:hAnsi="宋体" w:eastAsia="宋体" w:cs="宋体"/>
          <w:sz w:val="24"/>
        </w:rPr>
        <w:object>
          <v:shape id="_x0000_i1122" o:spt="75" alt="http://www.zxxk.com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5" o:title="eqIdb1803dcd0646465285ffbf361c487652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中，</w:t>
      </w:r>
      <w:r>
        <w:rPr>
          <w:rFonts w:hint="eastAsia" w:ascii="宋体" w:hAnsi="宋体" w:eastAsia="宋体" w:cs="宋体"/>
          <w:sz w:val="24"/>
        </w:rPr>
        <w:object>
          <v:shape id="_x0000_i1123" o:spt="75" alt="http://www.zxxk.com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97" o:title="eqId66d409c343f04cfda647f9bfc7da6b2a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垂直平分</w:t>
      </w:r>
      <w:r>
        <w:rPr>
          <w:rFonts w:hint="eastAsia" w:ascii="宋体" w:hAnsi="宋体" w:eastAsia="宋体" w:cs="宋体"/>
          <w:sz w:val="24"/>
        </w:rPr>
        <w:object>
          <v:shape id="_x0000_i1124" o:spt="75" alt="http://www.zxxk.com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9" o:title="eqId99a3187c2b8f4bcc9703c74c3b72f1f3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，分别交</w:t>
      </w:r>
      <w:r>
        <w:rPr>
          <w:rFonts w:hint="eastAsia" w:ascii="宋体" w:hAnsi="宋体" w:eastAsia="宋体" w:cs="宋体"/>
          <w:sz w:val="24"/>
        </w:rPr>
        <w:object>
          <v:shape id="_x0000_i1125" o:spt="75" alt="http://www.zxxk.com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9" o:title="eqId99a3187c2b8f4bcc9703c74c3b72f1f3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</w:rPr>
        <w:object>
          <v:shape id="_x0000_i1126" o:spt="75" alt="http://www.zxxk.com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02" o:title="eqId0627be51821d4be7b3e024a354815d64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于点</w:t>
      </w:r>
      <w:r>
        <w:rPr>
          <w:rFonts w:hint="eastAsia" w:ascii="宋体" w:hAnsi="宋体" w:eastAsia="宋体" w:cs="宋体"/>
          <w:sz w:val="24"/>
        </w:rPr>
        <w:object>
          <v:shape id="_x0000_i1127" o:spt="75" alt="http://www.zxxk.com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27" o:title="eqId0cd8063abf2b458f80091bc51b75a904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</w:rPr>
        <w:object>
          <v:shape id="_x0000_i1128" o:spt="75" alt="http://www.zxxk.com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05" o:title="eqId93cbffaa5ae045d6ac45d1e979991c3a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</w:rPr>
        <w:object>
          <v:shape id="_x0000_i1129" o:spt="75" alt="http://www.zxxk.com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07" o:title="eqId996e2048847f41d5a5fe0e2282909254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垂直平分</w:t>
      </w:r>
      <w:r>
        <w:rPr>
          <w:rFonts w:hint="eastAsia" w:ascii="宋体" w:hAnsi="宋体" w:eastAsia="宋体" w:cs="宋体"/>
          <w:sz w:val="24"/>
        </w:rPr>
        <w:object>
          <v:shape id="_x0000_i1130" o:spt="75" alt="http://www.zxxk.com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09" o:title="eqIdcf2da96900c948a1b3ce7cbfd420c08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，分别交</w:t>
      </w:r>
      <w:r>
        <w:rPr>
          <w:rFonts w:hint="eastAsia" w:ascii="宋体" w:hAnsi="宋体" w:eastAsia="宋体" w:cs="宋体"/>
          <w:sz w:val="24"/>
        </w:rPr>
        <w:object>
          <v:shape id="_x0000_i1131" o:spt="75" alt="http://www.zxxk.com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09" o:title="eqIdcf2da96900c948a1b3ce7cbfd420c080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sz w:val="24"/>
        </w:rPr>
        <w:object>
          <v:shape id="_x0000_i1132" o:spt="75" alt="http://www.zxxk.com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02" o:title="eqId0627be51821d4be7b3e024a354815d64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于点</w:t>
      </w:r>
      <w:r>
        <w:rPr>
          <w:rFonts w:hint="eastAsia" w:ascii="宋体" w:hAnsi="宋体" w:eastAsia="宋体" w:cs="宋体"/>
          <w:sz w:val="24"/>
        </w:rPr>
        <w:object>
          <v:shape id="_x0000_i1133" o:spt="75" alt="http://www.zxxk.com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213" o:title="eqId2381423d4cd146cab95f55527681a766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、</w:t>
      </w:r>
      <w:r>
        <w:rPr>
          <w:rFonts w:hint="eastAsia" w:ascii="宋体" w:hAnsi="宋体" w:eastAsia="宋体" w:cs="宋体"/>
          <w:sz w:val="24"/>
        </w:rPr>
        <w:object>
          <v:shape id="_x0000_i1134" o:spt="75" alt="http://www.zxxk.com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15" o:title="eqId517584fed25c413ba8b7bb33ffa2d5c6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．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⑴如图①，若</w:t>
      </w:r>
      <w:r>
        <w:rPr>
          <w:rFonts w:hint="eastAsia" w:ascii="宋体" w:hAnsi="宋体" w:eastAsia="宋体" w:cs="宋体"/>
          <w:sz w:val="24"/>
        </w:rPr>
        <w:object>
          <v:shape id="_x0000_i1135" o:spt="75" alt="http://www.zxxk.com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217" o:title="eqId039f2dfb68de4f73a3de71922130138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，求</w:t>
      </w:r>
      <w:r>
        <w:rPr>
          <w:rFonts w:hint="eastAsia" w:ascii="宋体" w:hAnsi="宋体" w:eastAsia="宋体" w:cs="宋体"/>
          <w:sz w:val="24"/>
        </w:rPr>
        <w:object>
          <v:shape id="_x0000_i1136" o:spt="75" alt="http://www.zxxk.com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19" o:title="eqIdfffcf453ba6847009f4e4949bb1611a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的度数；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⑵如图②，若</w:t>
      </w:r>
      <w:r>
        <w:rPr>
          <w:rFonts w:hint="eastAsia" w:ascii="宋体" w:hAnsi="宋体" w:eastAsia="宋体" w:cs="宋体"/>
          <w:sz w:val="24"/>
        </w:rPr>
        <w:object>
          <v:shape id="_x0000_i1137" o:spt="75" alt="http://www.zxxk.com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221" o:title="eqId8a08d5c175eb47498af9e5583ec78b0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，求</w:t>
      </w:r>
      <w:r>
        <w:rPr>
          <w:rFonts w:hint="eastAsia" w:ascii="宋体" w:hAnsi="宋体" w:eastAsia="宋体" w:cs="宋体"/>
          <w:sz w:val="24"/>
        </w:rPr>
        <w:object>
          <v:shape id="_x0000_i1138" o:spt="75" alt="http://www.zxxk.com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19" o:title="eqIdfffcf453ba6847009f4e4949bb1611ac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的度数；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⑶若</w:t>
      </w:r>
      <w:r>
        <w:rPr>
          <w:rFonts w:hint="eastAsia" w:ascii="宋体" w:hAnsi="宋体" w:eastAsia="宋体" w:cs="宋体"/>
          <w:sz w:val="24"/>
        </w:rPr>
        <w:object>
          <v:shape id="_x0000_i1139" o:spt="75" alt="http://www.zxxk.com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24" o:title="eqIda1c1baa3ba4f498aa855a1891ee4ba7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object>
          <v:shape id="_x0000_i1140" o:spt="75" alt="http://www.zxxk.com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226" o:title="eqId3a4ddd490cc54f7fb981b1f358eb8356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，直接写出用</w:t>
      </w:r>
      <w:r>
        <w:rPr>
          <w:rFonts w:hint="eastAsia" w:ascii="宋体" w:hAnsi="宋体" w:eastAsia="宋体" w:cs="宋体"/>
          <w:sz w:val="24"/>
        </w:rPr>
        <w:object>
          <v:shape id="_x0000_i1141" o:spt="75" alt="http://www.zxxk.com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228" o:title="eqIdc13953f2514e4c8f9c8aaaf5241c33ac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表示</w:t>
      </w:r>
      <w:r>
        <w:rPr>
          <w:rFonts w:hint="eastAsia" w:ascii="宋体" w:hAnsi="宋体" w:eastAsia="宋体" w:cs="宋体"/>
          <w:sz w:val="24"/>
        </w:rPr>
        <w:object>
          <v:shape id="_x0000_i1142" o:spt="75" alt="http://www.zxxk.com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19" o:title="eqIdfffcf453ba6847009f4e4949bb1611ac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大小的代数式．</w:t>
      </w:r>
    </w:p>
    <w:p>
      <w:pPr>
        <w:snapToGrid w:val="0"/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3618230" cy="1191260"/>
            <wp:effectExtent l="0" t="0" r="1270" b="8890"/>
            <wp:docPr id="15" name="图片 10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6" descr="http://www.zxxk.com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361823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25.（10分）如图1，在 </w:t>
      </w:r>
      <w:r>
        <w:rPr>
          <w:rFonts w:hint="eastAsia" w:ascii="宋体" w:hAnsi="宋体" w:eastAsia="宋体" w:cs="宋体"/>
          <w:sz w:val="24"/>
        </w:rPr>
        <w:object>
          <v:shape id="_x0000_i1143" o:spt="75" alt="http://www.zxxk.com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32" o:title="eqId7d9a9f629a9249f9b27148eed1fce4a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中， </w:t>
      </w:r>
      <w:r>
        <w:rPr>
          <w:rFonts w:hint="eastAsia" w:ascii="宋体" w:hAnsi="宋体" w:eastAsia="宋体" w:cs="宋体"/>
          <w:sz w:val="24"/>
        </w:rPr>
        <w:object>
          <v:shape id="_x0000_i1144" o:spt="75" alt="http://www.zxxk.com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234" o:title="eqId0c270a77bddb4f42a9d5d10c53a21d7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，AC=BC， </w:t>
      </w:r>
      <w:r>
        <w:rPr>
          <w:rFonts w:hint="eastAsia" w:ascii="宋体" w:hAnsi="宋体" w:eastAsia="宋体" w:cs="宋体"/>
          <w:sz w:val="24"/>
        </w:rPr>
        <w:object>
          <v:shape id="_x0000_i1145" o:spt="75" alt="http://www.zxxk.com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36" o:title="eqId05c781614872456e970f7f0dc9d984b4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， </w:t>
      </w:r>
      <w:r>
        <w:rPr>
          <w:rFonts w:hint="eastAsia" w:ascii="宋体" w:hAnsi="宋体" w:eastAsia="宋体" w:cs="宋体"/>
          <w:sz w:val="24"/>
        </w:rPr>
        <w:object>
          <v:shape id="_x0000_i1146" o:spt="75" alt="http://www.zxxk.com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38" o:title="eqIde352b3e880ed49258e03ba361e259d2c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，垂足分别为D，E．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2753995" cy="1095375"/>
            <wp:effectExtent l="0" t="0" r="8255" b="9525"/>
            <wp:docPr id="17" name="图片 1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9" descr="http://www.zxxk.com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275399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（1）若AD=2．5cm，DE=1．7cm，求BE的长．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（2）如图2，在原题其他条件不变的前提下，将CE所在直线旋转到 </w:t>
      </w:r>
      <w:r>
        <w:rPr>
          <w:rFonts w:hint="eastAsia" w:ascii="宋体" w:hAnsi="宋体" w:eastAsia="宋体" w:cs="宋体"/>
          <w:sz w:val="24"/>
        </w:rPr>
        <w:object>
          <v:shape id="_x0000_i1147" o:spt="75" alt="http://www.zxxk.com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41" o:title="eqId37575814be2e4c6fb700b3d2af1cf6f7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ABC的外部，请你猜想AD，DE，BE三者之间的数量关系，直接写出结论：________．（不需证明）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 w:val="24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</w:rPr>
        <w:t xml:space="preserve">（3）如图3，若将原题中的条件改为：“在 </w:t>
      </w:r>
      <w:r>
        <w:rPr>
          <w:rFonts w:hint="eastAsia" w:ascii="宋体" w:hAnsi="宋体" w:eastAsia="宋体" w:cs="宋体"/>
          <w:sz w:val="24"/>
        </w:rPr>
        <w:object>
          <v:shape id="_x0000_i1148" o:spt="75" alt="http://www.zxxk.com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41" o:title="eqId37575814be2e4c6fb700b3d2af1cf6f7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ABC中，AC=BC，D,C,E三点在同一条直线上，并且有 </w:t>
      </w:r>
      <w:r>
        <w:rPr>
          <w:rFonts w:hint="eastAsia" w:ascii="宋体" w:hAnsi="宋体" w:eastAsia="宋体" w:cs="宋体"/>
          <w:sz w:val="24"/>
        </w:rPr>
        <w:object>
          <v:shape id="_x0000_i1149" o:spt="75" alt="http://www.zxxk.com" type="#_x0000_t75" style="height:14.25pt;width:144.75pt;" o:ole="t" filled="f" o:preferrelative="t" stroked="f" coordsize="21600,21600">
            <v:path/>
            <v:fill on="f" focussize="0,0"/>
            <v:stroke on="f" joinstyle="miter"/>
            <v:imagedata r:id="rId244" o:title="eqIdcd74259e1e1e417384b3bd06a44feea2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，其中 </w:t>
      </w:r>
      <w:r>
        <w:rPr>
          <w:rFonts w:hint="eastAsia" w:ascii="宋体" w:hAnsi="宋体" w:eastAsia="宋体" w:cs="宋体"/>
          <w:sz w:val="24"/>
        </w:rPr>
        <w:object>
          <v:shape id="_x0000_i1150" o:spt="75" alt="http://www.zxxk.com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246" o:title="eqIdc13953f2514e4c8f9c8aaaf5241c33ac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 xml:space="preserve"> 为任意钝角”，那么（2）中你的猜想是否还成立？若成立，请予以证明；若不成立，请说明理由．</w:t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3CA"/>
    <w:rsid w:val="00107BF3"/>
    <w:rsid w:val="00D943CA"/>
    <w:rsid w:val="07887B98"/>
    <w:rsid w:val="5CE5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4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7.png"/><Relationship Id="rId9" Type="http://schemas.openxmlformats.org/officeDocument/2006/relationships/oleObject" Target="embeddings/oleObject1.bin"/><Relationship Id="rId89" Type="http://schemas.openxmlformats.org/officeDocument/2006/relationships/image" Target="media/image46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8.bin"/><Relationship Id="rId83" Type="http://schemas.openxmlformats.org/officeDocument/2006/relationships/oleObject" Target="embeddings/oleObject37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6.bin"/><Relationship Id="rId80" Type="http://schemas.openxmlformats.org/officeDocument/2006/relationships/oleObject" Target="embeddings/oleObject35.bin"/><Relationship Id="rId8" Type="http://schemas.openxmlformats.org/officeDocument/2006/relationships/image" Target="media/image5.png"/><Relationship Id="rId79" Type="http://schemas.openxmlformats.org/officeDocument/2006/relationships/oleObject" Target="embeddings/oleObject34.bin"/><Relationship Id="rId78" Type="http://schemas.openxmlformats.org/officeDocument/2006/relationships/oleObject" Target="embeddings/oleObject33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1.bin"/><Relationship Id="rId73" Type="http://schemas.openxmlformats.org/officeDocument/2006/relationships/image" Target="media/image40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9.bin"/><Relationship Id="rId7" Type="http://schemas.openxmlformats.org/officeDocument/2006/relationships/image" Target="media/image4.png"/><Relationship Id="rId69" Type="http://schemas.openxmlformats.org/officeDocument/2006/relationships/oleObject" Target="embeddings/oleObject28.bin"/><Relationship Id="rId68" Type="http://schemas.openxmlformats.org/officeDocument/2006/relationships/oleObject" Target="embeddings/oleObject27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6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3.bin"/><Relationship Id="rId6" Type="http://schemas.openxmlformats.org/officeDocument/2006/relationships/image" Target="media/image3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2.png"/><Relationship Id="rId54" Type="http://schemas.openxmlformats.org/officeDocument/2006/relationships/image" Target="media/image31.wmf"/><Relationship Id="rId53" Type="http://schemas.openxmlformats.org/officeDocument/2006/relationships/oleObject" Target="embeddings/oleObject20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9.wmf"/><Relationship Id="rId5" Type="http://schemas.openxmlformats.org/officeDocument/2006/relationships/image" Target="media/image2.png"/><Relationship Id="rId49" Type="http://schemas.openxmlformats.org/officeDocument/2006/relationships/oleObject" Target="embeddings/oleObject18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5.png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image" Target="media/image1.png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1.bin"/><Relationship Id="rId3" Type="http://schemas.openxmlformats.org/officeDocument/2006/relationships/theme" Target="theme/theme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5.wmf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8" Type="http://schemas.openxmlformats.org/officeDocument/2006/relationships/fontTable" Target="fontTable.xml"/><Relationship Id="rId247" Type="http://schemas.openxmlformats.org/officeDocument/2006/relationships/customXml" Target="../customXml/item1.xml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6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5.bin"/><Relationship Id="rId242" Type="http://schemas.openxmlformats.org/officeDocument/2006/relationships/oleObject" Target="embeddings/oleObject124.bin"/><Relationship Id="rId241" Type="http://schemas.openxmlformats.org/officeDocument/2006/relationships/image" Target="media/image115.wmf"/><Relationship Id="rId240" Type="http://schemas.openxmlformats.org/officeDocument/2006/relationships/oleObject" Target="embeddings/oleObject123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14.png"/><Relationship Id="rId238" Type="http://schemas.openxmlformats.org/officeDocument/2006/relationships/image" Target="media/image113.wmf"/><Relationship Id="rId237" Type="http://schemas.openxmlformats.org/officeDocument/2006/relationships/oleObject" Target="embeddings/oleObject122.bin"/><Relationship Id="rId236" Type="http://schemas.openxmlformats.org/officeDocument/2006/relationships/image" Target="media/image112.wmf"/><Relationship Id="rId235" Type="http://schemas.openxmlformats.org/officeDocument/2006/relationships/oleObject" Target="embeddings/oleObject121.bin"/><Relationship Id="rId234" Type="http://schemas.openxmlformats.org/officeDocument/2006/relationships/image" Target="media/image111.wmf"/><Relationship Id="rId233" Type="http://schemas.openxmlformats.org/officeDocument/2006/relationships/oleObject" Target="embeddings/oleObject120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9.bin"/><Relationship Id="rId230" Type="http://schemas.openxmlformats.org/officeDocument/2006/relationships/image" Target="media/image109.png"/><Relationship Id="rId23" Type="http://schemas.openxmlformats.org/officeDocument/2006/relationships/image" Target="media/image13.wmf"/><Relationship Id="rId229" Type="http://schemas.openxmlformats.org/officeDocument/2006/relationships/oleObject" Target="embeddings/oleObject118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5.bin"/><Relationship Id="rId222" Type="http://schemas.openxmlformats.org/officeDocument/2006/relationships/oleObject" Target="embeddings/oleObject114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13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04.wmf"/><Relationship Id="rId218" Type="http://schemas.openxmlformats.org/officeDocument/2006/relationships/oleObject" Target="embeddings/oleObject112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11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10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9.bin"/><Relationship Id="rId211" Type="http://schemas.openxmlformats.org/officeDocument/2006/relationships/oleObject" Target="embeddings/oleObject108.bin"/><Relationship Id="rId210" Type="http://schemas.openxmlformats.org/officeDocument/2006/relationships/oleObject" Target="embeddings/oleObject107.bin"/><Relationship Id="rId21" Type="http://schemas.openxmlformats.org/officeDocument/2006/relationships/image" Target="media/image12.wmf"/><Relationship Id="rId209" Type="http://schemas.openxmlformats.org/officeDocument/2006/relationships/image" Target="media/image100.wmf"/><Relationship Id="rId208" Type="http://schemas.openxmlformats.org/officeDocument/2006/relationships/oleObject" Target="embeddings/oleObject106.bin"/><Relationship Id="rId207" Type="http://schemas.openxmlformats.org/officeDocument/2006/relationships/image" Target="media/image99.wmf"/><Relationship Id="rId206" Type="http://schemas.openxmlformats.org/officeDocument/2006/relationships/oleObject" Target="embeddings/oleObject105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104.bin"/><Relationship Id="rId203" Type="http://schemas.openxmlformats.org/officeDocument/2006/relationships/oleObject" Target="embeddings/oleObject103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102.bin"/><Relationship Id="rId200" Type="http://schemas.openxmlformats.org/officeDocument/2006/relationships/oleObject" Target="embeddings/oleObject101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100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9.bin"/><Relationship Id="rId195" Type="http://schemas.openxmlformats.org/officeDocument/2006/relationships/oleObject" Target="embeddings/oleObject98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92.wmf"/><Relationship Id="rId19" Type="http://schemas.openxmlformats.org/officeDocument/2006/relationships/image" Target="media/image11.png"/><Relationship Id="rId189" Type="http://schemas.openxmlformats.org/officeDocument/2006/relationships/oleObject" Target="embeddings/oleObject95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3.bin"/><Relationship Id="rId184" Type="http://schemas.openxmlformats.org/officeDocument/2006/relationships/oleObject" Target="embeddings/oleObject92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10.wmf"/><Relationship Id="rId179" Type="http://schemas.openxmlformats.org/officeDocument/2006/relationships/oleObject" Target="embeddings/oleObject89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8.bin"/><Relationship Id="rId176" Type="http://schemas.openxmlformats.org/officeDocument/2006/relationships/oleObject" Target="embeddings/oleObject87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6.bin"/><Relationship Id="rId173" Type="http://schemas.openxmlformats.org/officeDocument/2006/relationships/oleObject" Target="embeddings/oleObject85.bin"/><Relationship Id="rId172" Type="http://schemas.openxmlformats.org/officeDocument/2006/relationships/oleObject" Target="embeddings/oleObject84.bin"/><Relationship Id="rId171" Type="http://schemas.openxmlformats.org/officeDocument/2006/relationships/image" Target="media/image85.png"/><Relationship Id="rId170" Type="http://schemas.openxmlformats.org/officeDocument/2006/relationships/image" Target="media/image84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1.bin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oleObject" Target="embeddings/oleObject78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9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2.png"/><Relationship Id="rId142" Type="http://schemas.openxmlformats.org/officeDocument/2006/relationships/image" Target="media/image71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70.wmf"/><Relationship Id="rId14" Type="http://schemas.openxmlformats.org/officeDocument/2006/relationships/image" Target="media/image8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7.png"/><Relationship Id="rId133" Type="http://schemas.openxmlformats.org/officeDocument/2006/relationships/oleObject" Target="embeddings/oleObject64.bin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1.bin"/><Relationship Id="rId128" Type="http://schemas.openxmlformats.org/officeDocument/2006/relationships/oleObject" Target="embeddings/oleObject60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9.bin"/><Relationship Id="rId125" Type="http://schemas.openxmlformats.org/officeDocument/2006/relationships/oleObject" Target="embeddings/oleObject58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2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2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21-2022&#23398;&#24180;&#24230;&#20864;&#25945;&#29256;&#19971;&#24180;&#32423;&#19978;&#23398;&#26399;&#25968;&#23398;&#26399;&#26411;&#22797;&#20064;&#27169;&#25311;&#27979;&#35797;&#21367;&#65288;&#26080;&#31572;&#26696;&#65289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2021-2022学年度冀教版七年级上学期数学期末复习模拟测试卷（无答案）</Template>
  <Company>学科网（北京）股份有限公司</Company>
  <Pages>3</Pages>
  <Words>807</Words>
  <Characters>4602</Characters>
  <Lines>38</Lines>
  <Paragraphs>10</Paragraphs>
  <TotalTime>0</TotalTime>
  <ScaleCrop>false</ScaleCrop>
  <LinksUpToDate>false</LinksUpToDate>
  <CharactersWithSpaces>5399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2021-12-11T09:57:00Z</dcterms:created>
  <dc:creator>羅&amp;春℡</dc:creator>
  <cp:lastModifiedBy>清华大学爱学堂邯郸王老师</cp:lastModifiedBy>
  <dcterms:modified xsi:type="dcterms:W3CDTF">2021-12-27T03:55:28Z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DB94B42499FA421BBB959F3CEC341963</vt:lpwstr>
  </property>
</Properties>
</file>